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357BB1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Collins Middle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020302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357BB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357BB1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123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357BB1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192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357BB1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123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357BB1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64.1%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61.8%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37.4%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357BB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86.2%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357BB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4.9%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357BB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6.5%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357BB1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0.8%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357BB1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1.6%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90.2%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8.1%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0.8%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357BB1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95.1%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99.2%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28.5%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357BB1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26.8%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10.6%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8.9%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23.6%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357BB1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13.0%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17.9%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25.2%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39.0%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30.9%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24.4%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4.9%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8.9%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357BB1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69.9%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18.7%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1.6%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5.7%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357BB1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357BB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94.3%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357BB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5.7%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357BB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78.0%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0.8%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53.7%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4.9%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5.7%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357BB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440" w:type="dxa"/>
          </w:tcPr>
          <w:p w:rsidR="009B797D" w:rsidRPr="00797E2A" w:rsidRDefault="00357BB1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15.4%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1440" w:type="dxa"/>
          </w:tcPr>
          <w:p w:rsidR="008B42CE" w:rsidRPr="00797E2A" w:rsidRDefault="00357BB1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7.3%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42.3%</w:t>
            </w:r>
          </w:p>
        </w:tc>
        <w:tc>
          <w:tcPr>
            <w:tcW w:w="1440" w:type="dxa"/>
          </w:tcPr>
          <w:p w:rsidR="008B42CE" w:rsidRPr="00797E2A" w:rsidRDefault="00357BB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43.1%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440" w:type="dxa"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28.5%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889" w:type="pct"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88.6%</w:t>
            </w:r>
          </w:p>
        </w:tc>
        <w:tc>
          <w:tcPr>
            <w:tcW w:w="1011" w:type="pct"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11.4%</w:t>
            </w:r>
          </w:p>
        </w:tc>
        <w:tc>
          <w:tcPr>
            <w:tcW w:w="889" w:type="pct"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87.8%</w:t>
            </w:r>
          </w:p>
        </w:tc>
        <w:tc>
          <w:tcPr>
            <w:tcW w:w="1011" w:type="pct"/>
          </w:tcPr>
          <w:p w:rsidR="004206F3" w:rsidRPr="000B28B6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62.6%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36.6%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0.8%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34.1%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35.8%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31.7%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22.0%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19.5%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4.9%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2.4%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0.8%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2250" w:type="dxa"/>
            <w:noWrap/>
          </w:tcPr>
          <w:p w:rsidR="004206F3" w:rsidRPr="00797E2A" w:rsidRDefault="00357BB1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5.7%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11.4%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19.5%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37.4%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20.3%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15.4%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9.8%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1.6%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1.6%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2.4%</w:t>
            </w:r>
          </w:p>
        </w:tc>
        <w:tc>
          <w:tcPr>
            <w:tcW w:w="1370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2.4%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27.6%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27.6%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10.6%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22.0%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32.5%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2.4%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35.8%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28.5%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3.3%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30.9%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2.4%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19.5%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30.9%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2.4%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19.5%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37.4%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30.9%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2.4%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31.7%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28.5%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56.1%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23.6%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10.6%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1.6%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48.0%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34.1%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357BB1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1.6%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14.6%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14.6%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13.8%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14.6%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18.7%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13.8%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16.3%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16.3%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13.8%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13.8%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14.6%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22.0%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12.2%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8.9%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2.4%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1.6%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8.1%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8.1%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8.1%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357BB1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4.9%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28.5%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38.2%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10.6%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18.7%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43.9%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41.5%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6.5%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20.3%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39.8%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5.7%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48.8%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4.9%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9.8%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48.0%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4.9%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7.3%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54.5%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4.9%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18.7%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34.1%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33.3%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4.9%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7.3%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13.0%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6.5%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13.8%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29.3%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10.6%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65.0%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4.1%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12.2%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34.1%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22.0%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6.5%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8.1%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46.3%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13.8%</w:t>
            </w:r>
          </w:p>
        </w:tc>
        <w:tc>
          <w:tcPr>
            <w:tcW w:w="126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14.6%</w:t>
            </w:r>
          </w:p>
        </w:tc>
        <w:tc>
          <w:tcPr>
            <w:tcW w:w="99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170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50.4%</w:t>
            </w:r>
          </w:p>
        </w:tc>
        <w:tc>
          <w:tcPr>
            <w:tcW w:w="1435" w:type="dxa"/>
            <w:noWrap/>
          </w:tcPr>
          <w:p w:rsidR="00364F87" w:rsidRPr="00797E2A" w:rsidRDefault="00357BB1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4.1%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41.5%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62.6%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47.2%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72.4%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65.9%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77.2%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36.6%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36.6%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53.7%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63.4%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54.5%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46.3%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12.2%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357BB1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4.9%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B1" w:rsidRDefault="00357BB1" w:rsidP="0035328A">
      <w:pPr>
        <w:spacing w:after="0" w:line="240" w:lineRule="auto"/>
      </w:pPr>
      <w:r>
        <w:separator/>
      </w:r>
    </w:p>
  </w:endnote>
  <w:endnote w:type="continuationSeparator" w:id="0">
    <w:p w:rsidR="00357BB1" w:rsidRDefault="00357BB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357BB1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B1" w:rsidRDefault="00357BB1" w:rsidP="0035328A">
      <w:pPr>
        <w:spacing w:after="0" w:line="240" w:lineRule="auto"/>
      </w:pPr>
      <w:r>
        <w:separator/>
      </w:r>
    </w:p>
  </w:footnote>
  <w:footnote w:type="continuationSeparator" w:id="0">
    <w:p w:rsidR="00357BB1" w:rsidRDefault="00357BB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B1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57BB1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1B2A7A3E-8384-49F5-AA14-E5DE8DDE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2CB4F-81D0-4CB5-B2F0-B95F3686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